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C23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77777777" w:rsidR="00A301E0" w:rsidRPr="00536741" w:rsidRDefault="00F847EF" w:rsidP="00536741">
            <w:pPr>
              <w:pStyle w:val="SISSCODE"/>
            </w:pPr>
            <w:r w:rsidRPr="00F847EF">
              <w:t>FBPSSXXXX01</w:t>
            </w:r>
          </w:p>
        </w:tc>
        <w:tc>
          <w:tcPr>
            <w:tcW w:w="3604" w:type="pct"/>
            <w:shd w:val="clear" w:color="auto" w:fill="auto"/>
          </w:tcPr>
          <w:p w14:paraId="5A18BF7D" w14:textId="77777777" w:rsidR="00A301E0" w:rsidRPr="00536741" w:rsidRDefault="00F847EF" w:rsidP="00536741">
            <w:pPr>
              <w:pStyle w:val="SISStitle"/>
            </w:pPr>
            <w:r>
              <w:t>Manage allergens in food processing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6ECCDE5B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 w:rsidR="008B7750">
              <w:t>6</w:t>
            </w:r>
            <w:bookmarkStart w:id="0" w:name="_GoBack"/>
            <w:bookmarkEnd w:id="0"/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77777777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to manage and control allergens in a food processing workplace. </w:t>
            </w:r>
          </w:p>
          <w:p w14:paraId="7E9BEC6C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B6DAB95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595C3058" w14:textId="77777777" w:rsidR="00F847EF" w:rsidRPr="00F847EF" w:rsidRDefault="00F847EF" w:rsidP="00F847EF">
            <w:pPr>
              <w:pStyle w:val="SIBulletList1"/>
            </w:pPr>
            <w:r w:rsidRPr="00F847EF">
              <w:t>FBP40418 Certificate IV in Food Science and Technology</w:t>
            </w:r>
          </w:p>
          <w:p w14:paraId="40B7892B" w14:textId="77777777" w:rsidR="00F847EF" w:rsidRPr="00F847EF" w:rsidRDefault="00F847EF" w:rsidP="00F847EF">
            <w:pPr>
              <w:pStyle w:val="SIBulletList1"/>
            </w:pPr>
            <w:r w:rsidRPr="00F847EF">
              <w:t>FBP50118 Diploma of Food Science and Technology</w:t>
            </w:r>
          </w:p>
          <w:p w14:paraId="5C16115C" w14:textId="77777777" w:rsidR="00A301E0" w:rsidRPr="00536741" w:rsidRDefault="00A301E0" w:rsidP="00F847EF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C900C29" w14:textId="77777777" w:rsidR="00F847EF" w:rsidRPr="00F847EF" w:rsidRDefault="00F847EF" w:rsidP="00F847EF">
            <w:pPr>
              <w:pStyle w:val="SIBulletList1"/>
            </w:pPr>
            <w:r w:rsidRPr="00F847EF">
              <w:t xml:space="preserve">FBPFSY4XX1 Perform an allergen risk review </w:t>
            </w:r>
          </w:p>
          <w:p w14:paraId="1D2F7436" w14:textId="77777777" w:rsidR="00F847EF" w:rsidRPr="00F847EF" w:rsidRDefault="00F847EF" w:rsidP="00F847EF">
            <w:pPr>
              <w:pStyle w:val="SIBulletList1"/>
            </w:pPr>
            <w:r w:rsidRPr="00B1058E">
              <w:t xml:space="preserve">FBPFSY4XX2 </w:t>
            </w:r>
            <w:r w:rsidRPr="00F847EF">
              <w:t>Provide accurate food allergen information to consumers</w:t>
            </w:r>
          </w:p>
          <w:p w14:paraId="408A0400" w14:textId="447B3FD2" w:rsidR="00F847EF" w:rsidRPr="00F847EF" w:rsidRDefault="00F847EF" w:rsidP="00F847EF">
            <w:pPr>
              <w:pStyle w:val="SIBulletList1"/>
            </w:pPr>
            <w:r>
              <w:t xml:space="preserve">FBPFSY5XX1 Develop an allergen management </w:t>
            </w:r>
            <w:r w:rsidR="00766B47">
              <w:t>program</w:t>
            </w:r>
          </w:p>
          <w:p w14:paraId="09C83950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86DE13E" w14:textId="77777777" w:rsidR="00894FBB" w:rsidRPr="00536741" w:rsidRDefault="006A1D6C" w:rsidP="00F847EF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F847EF">
              <w:t>those who work in food processing environments</w:t>
            </w:r>
            <w:r w:rsidR="00231AF8">
              <w:t xml:space="preserve"> who have responsibility for </w:t>
            </w:r>
            <w:r w:rsidR="00F847EF">
              <w:t>control</w:t>
            </w:r>
            <w:r w:rsidR="00231AF8">
              <w:t xml:space="preserve">ling </w:t>
            </w:r>
            <w:r w:rsidR="00F847EF">
              <w:t>and manag</w:t>
            </w:r>
            <w:r w:rsidR="00231AF8">
              <w:t>ing</w:t>
            </w:r>
            <w:r w:rsidR="00F847EF">
              <w:t xml:space="preserve"> allergens in food products, including communicating information about allergens to consumers through labels or product information sheets. </w:t>
            </w:r>
          </w:p>
          <w:p w14:paraId="6A66D91E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1CD41C" w14:textId="77777777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>
              <w:t>who</w:t>
            </w:r>
            <w:r w:rsidRPr="00231AF8">
              <w:t xml:space="preserve"> manage and control allergens in a food processing workplace. </w:t>
            </w: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4E11A" w14:textId="77777777" w:rsidR="008F70AF" w:rsidRDefault="008F70AF" w:rsidP="00BF3F0A">
      <w:r>
        <w:separator/>
      </w:r>
    </w:p>
    <w:p w14:paraId="05FCA38D" w14:textId="77777777" w:rsidR="008F70AF" w:rsidRDefault="008F70AF"/>
  </w:endnote>
  <w:endnote w:type="continuationSeparator" w:id="0">
    <w:p w14:paraId="506EA5C5" w14:textId="77777777" w:rsidR="008F70AF" w:rsidRDefault="008F70AF" w:rsidP="00BF3F0A">
      <w:r>
        <w:continuationSeparator/>
      </w:r>
    </w:p>
    <w:p w14:paraId="3FDA452B" w14:textId="77777777" w:rsidR="008F70AF" w:rsidRDefault="008F70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9729F" w14:textId="77777777" w:rsidR="00231AF8" w:rsidRDefault="00231A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7B11A" w14:textId="77777777" w:rsidR="00231AF8" w:rsidRDefault="00231A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AD7F4" w14:textId="77777777" w:rsidR="008F70AF" w:rsidRDefault="008F70AF" w:rsidP="00BF3F0A">
      <w:r>
        <w:separator/>
      </w:r>
    </w:p>
    <w:p w14:paraId="373B961D" w14:textId="77777777" w:rsidR="008F70AF" w:rsidRDefault="008F70AF"/>
  </w:footnote>
  <w:footnote w:type="continuationSeparator" w:id="0">
    <w:p w14:paraId="43F0FD2D" w14:textId="77777777" w:rsidR="008F70AF" w:rsidRDefault="008F70AF" w:rsidP="00BF3F0A">
      <w:r>
        <w:continuationSeparator/>
      </w:r>
    </w:p>
    <w:p w14:paraId="0F2D7C05" w14:textId="77777777" w:rsidR="008F70AF" w:rsidRDefault="008F70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0EC5D" w14:textId="77777777" w:rsidR="00231AF8" w:rsidRDefault="00231A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75F1" w14:textId="7285790A" w:rsidR="009C2650" w:rsidRPr="00F847EF" w:rsidRDefault="008B7750" w:rsidP="00F847EF">
    <w:sdt>
      <w:sdtPr>
        <w:id w:val="-581607850"/>
        <w:docPartObj>
          <w:docPartGallery w:val="Watermarks"/>
          <w:docPartUnique/>
        </w:docPartObj>
      </w:sdtPr>
      <w:sdtEndPr/>
      <w:sdtContent>
        <w:r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F847EF">
      <w:t>FBP</w:t>
    </w:r>
    <w:r w:rsidR="00F847EF">
      <w:t>SSXXXX</w:t>
    </w:r>
    <w:r w:rsidR="00F847EF" w:rsidRPr="00F847EF">
      <w:t>01</w:t>
    </w:r>
    <w:r w:rsidR="00F847EF">
      <w:t xml:space="preserve"> </w:t>
    </w:r>
    <w:r w:rsidR="00F847EF" w:rsidRPr="00F847EF">
      <w:t>Manage allergens in food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9694F" w14:textId="77777777" w:rsidR="00231AF8" w:rsidRDefault="00231A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33F9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66B47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7750"/>
    <w:rsid w:val="008E39BE"/>
    <w:rsid w:val="008E62EC"/>
    <w:rsid w:val="008E7B69"/>
    <w:rsid w:val="008F32F6"/>
    <w:rsid w:val="008F70AF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64f7dee-ce08-4ab4-970c-ecf5610c11cb"/>
    <ds:schemaRef ds:uri="http://schemas.microsoft.com/sharepoint/v3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DDB9BF-DD84-43C7-AFB1-5D8D0C653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64f7dee-ce08-4ab4-970c-ecf5610c1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86FC8-A0FA-463A-B416-4852A673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14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Danni McDonald</cp:lastModifiedBy>
  <cp:revision>4</cp:revision>
  <cp:lastPrinted>2016-05-27T05:21:00Z</cp:lastPrinted>
  <dcterms:created xsi:type="dcterms:W3CDTF">2020-01-02T04:58:00Z</dcterms:created>
  <dcterms:modified xsi:type="dcterms:W3CDTF">2020-11-02T09:43:00Z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